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AD5B9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206420">
        <w:rPr>
          <w:rFonts w:ascii="Arial Narrow" w:hAnsi="Arial Narrow"/>
          <w:sz w:val="22"/>
          <w:lang w:val="de-DE"/>
        </w:rPr>
        <w:t>16</w:t>
      </w:r>
      <w:r w:rsidR="00AD5B91">
        <w:rPr>
          <w:rFonts w:ascii="Arial Narrow" w:hAnsi="Arial Narrow"/>
          <w:sz w:val="22"/>
          <w:lang w:val="de-DE"/>
        </w:rPr>
        <w:t>.12</w:t>
      </w:r>
      <w:r w:rsidR="00991E60">
        <w:rPr>
          <w:rFonts w:ascii="Arial Narrow" w:hAnsi="Arial Narrow"/>
          <w:sz w:val="22"/>
          <w:lang w:val="de-DE"/>
        </w:rPr>
        <w:t>.2015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AD5B91" w:rsidRDefault="00AD5B91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Zentrale Studienberatung</w:t>
      </w:r>
    </w:p>
    <w:p w:rsidR="00486AEE" w:rsidRDefault="00AC70D8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Betreff </w:t>
      </w:r>
      <w:proofErr w:type="spellStart"/>
      <w:r>
        <w:rPr>
          <w:rFonts w:ascii="Arial Narrow" w:hAnsi="Arial Narrow"/>
          <w:sz w:val="22"/>
          <w:lang w:val="de-DE"/>
        </w:rPr>
        <w:t>fyi</w:t>
      </w:r>
      <w:proofErr w:type="spellEnd"/>
      <w:r>
        <w:rPr>
          <w:rFonts w:ascii="Arial Narrow" w:hAnsi="Arial Narrow"/>
          <w:sz w:val="22"/>
          <w:lang w:val="de-DE"/>
        </w:rPr>
        <w:t xml:space="preserve">: </w:t>
      </w:r>
      <w:r w:rsidR="00486AEE">
        <w:rPr>
          <w:rFonts w:ascii="Arial Narrow" w:hAnsi="Arial Narrow"/>
          <w:sz w:val="22"/>
          <w:lang w:val="de-DE"/>
        </w:rPr>
        <w:t>Flyer mit</w:t>
      </w:r>
      <w:r>
        <w:rPr>
          <w:rFonts w:ascii="Arial Narrow" w:hAnsi="Arial Narrow"/>
          <w:sz w:val="22"/>
          <w:lang w:val="de-DE"/>
        </w:rPr>
        <w:t xml:space="preserve"> Terminen vom LC (</w:t>
      </w:r>
      <w:r w:rsidR="00486AEE">
        <w:rPr>
          <w:rFonts w:ascii="Arial Narrow" w:hAnsi="Arial Narrow"/>
          <w:sz w:val="22"/>
          <w:lang w:val="de-DE"/>
        </w:rPr>
        <w:t>Liegt in Jonas Fach)</w:t>
      </w:r>
    </w:p>
    <w:p w:rsidR="007D5A08" w:rsidRDefault="007D5A08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Sonderantrag: Frühzeitige Aufnahme Felix Zeller in den AStA und Vergabe von Zugängen</w:t>
      </w:r>
    </w:p>
    <w:p w:rsidR="00F13563" w:rsidRDefault="00F13563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Parkplatz</w:t>
      </w:r>
    </w:p>
    <w:p w:rsidR="008C59C6" w:rsidRDefault="008C59C6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Betreff </w:t>
      </w:r>
      <w:proofErr w:type="spellStart"/>
      <w:r>
        <w:rPr>
          <w:rFonts w:ascii="Arial Narrow" w:hAnsi="Arial Narrow"/>
          <w:sz w:val="22"/>
          <w:lang w:val="de-DE"/>
        </w:rPr>
        <w:t>fyi</w:t>
      </w:r>
      <w:proofErr w:type="spellEnd"/>
      <w:r>
        <w:rPr>
          <w:rFonts w:ascii="Arial Narrow" w:hAnsi="Arial Narrow"/>
          <w:sz w:val="22"/>
          <w:lang w:val="de-DE"/>
        </w:rPr>
        <w:t>: Fundsachenkiste ist vorne im Fundbüro (A-Bau) und wird zu Semesterende aussortiert</w:t>
      </w:r>
    </w:p>
    <w:p w:rsidR="00F13563" w:rsidRDefault="00F13563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</w:t>
      </w:r>
    </w:p>
    <w:p w:rsidR="008A70BF" w:rsidRDefault="008A70BF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Beamer</w:t>
      </w:r>
      <w:proofErr w:type="spellEnd"/>
      <w:r>
        <w:rPr>
          <w:rFonts w:ascii="Arial Narrow" w:hAnsi="Arial Narrow"/>
          <w:sz w:val="22"/>
          <w:lang w:val="de-DE"/>
        </w:rPr>
        <w:t xml:space="preserve"> Aula</w:t>
      </w:r>
      <w:bookmarkStart w:id="0" w:name="_GoBack"/>
      <w:bookmarkEnd w:id="0"/>
    </w:p>
    <w:p w:rsidR="00206420" w:rsidRPr="00486AEE" w:rsidRDefault="00206420" w:rsidP="00486AEE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7D610C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</w:rPr>
      </w:pPr>
    </w:p>
    <w:sectPr w:rsidR="007D610C" w:rsidRPr="007D610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8A70BF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86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5D4C"/>
    <w:rsid w:val="00203683"/>
    <w:rsid w:val="00206420"/>
    <w:rsid w:val="00211E26"/>
    <w:rsid w:val="00243EFC"/>
    <w:rsid w:val="00273332"/>
    <w:rsid w:val="00274830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75B0"/>
    <w:rsid w:val="00385286"/>
    <w:rsid w:val="00396AA7"/>
    <w:rsid w:val="003A45F8"/>
    <w:rsid w:val="003B6176"/>
    <w:rsid w:val="003B669B"/>
    <w:rsid w:val="003D3703"/>
    <w:rsid w:val="004108F1"/>
    <w:rsid w:val="00416158"/>
    <w:rsid w:val="00425EF5"/>
    <w:rsid w:val="00426715"/>
    <w:rsid w:val="004359A0"/>
    <w:rsid w:val="004419A4"/>
    <w:rsid w:val="00441B0C"/>
    <w:rsid w:val="00462759"/>
    <w:rsid w:val="00486AEE"/>
    <w:rsid w:val="00487AF4"/>
    <w:rsid w:val="004B5625"/>
    <w:rsid w:val="004B5892"/>
    <w:rsid w:val="004D1F62"/>
    <w:rsid w:val="004D70BF"/>
    <w:rsid w:val="004F5365"/>
    <w:rsid w:val="00501683"/>
    <w:rsid w:val="00501BD9"/>
    <w:rsid w:val="00543129"/>
    <w:rsid w:val="005454D0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5A08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3CB3"/>
    <w:rsid w:val="008A70BF"/>
    <w:rsid w:val="008C250E"/>
    <w:rsid w:val="008C59C6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D3E73"/>
    <w:rsid w:val="009E6CE4"/>
    <w:rsid w:val="00A05515"/>
    <w:rsid w:val="00A448D9"/>
    <w:rsid w:val="00A44D35"/>
    <w:rsid w:val="00A87E62"/>
    <w:rsid w:val="00A904CA"/>
    <w:rsid w:val="00A9135B"/>
    <w:rsid w:val="00A94BC2"/>
    <w:rsid w:val="00AC70D8"/>
    <w:rsid w:val="00AD5B91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BF0BB0"/>
    <w:rsid w:val="00BF4BF9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3563"/>
    <w:rsid w:val="00F15EEB"/>
    <w:rsid w:val="00F27098"/>
    <w:rsid w:val="00F60291"/>
    <w:rsid w:val="00F834DE"/>
    <w:rsid w:val="00F901A2"/>
    <w:rsid w:val="00F9390D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1</Pages>
  <Words>72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Marius Bacher</cp:lastModifiedBy>
  <cp:revision>9</cp:revision>
  <cp:lastPrinted>2015-12-02T12:00:00Z</cp:lastPrinted>
  <dcterms:created xsi:type="dcterms:W3CDTF">2015-12-14T11:02:00Z</dcterms:created>
  <dcterms:modified xsi:type="dcterms:W3CDTF">2015-12-16T11:52:00Z</dcterms:modified>
</cp:coreProperties>
</file>